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21D6" w14:textId="77777777" w:rsidR="00E75CA0" w:rsidRPr="005F3D3B" w:rsidRDefault="00E75CA0" w:rsidP="00E75C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5F3D3B">
        <w:rPr>
          <w:rFonts w:ascii="Times New Roman" w:hAnsi="Times New Roman"/>
          <w:sz w:val="24"/>
          <w:szCs w:val="24"/>
        </w:rPr>
        <w:t xml:space="preserve">Załącznik nr 2 </w:t>
      </w:r>
      <w:r w:rsidRPr="005F3D3B">
        <w:rPr>
          <w:rFonts w:ascii="Times New Roman" w:eastAsia="Times New Roman" w:hAnsi="Times New Roman"/>
          <w:iCs/>
          <w:sz w:val="24"/>
          <w:szCs w:val="24"/>
          <w:lang w:eastAsia="pl-PL"/>
        </w:rPr>
        <w:t>zapytania ofertowego</w:t>
      </w:r>
    </w:p>
    <w:p w14:paraId="3D1FC85D" w14:textId="79DF40EB" w:rsidR="00E75CA0" w:rsidRPr="00FF46E4" w:rsidRDefault="00E75CA0" w:rsidP="00E75CA0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</w:pPr>
      <w:r w:rsidRPr="00FF46E4">
        <w:rPr>
          <w:rFonts w:ascii="Times New Roman" w:hAnsi="Times New Roman"/>
          <w:b/>
          <w:bCs/>
          <w:sz w:val="24"/>
          <w:szCs w:val="24"/>
        </w:rPr>
        <w:t>ZP</w:t>
      </w:r>
      <w:r w:rsidR="006003AA" w:rsidRPr="00FF46E4">
        <w:rPr>
          <w:rFonts w:ascii="Times New Roman" w:hAnsi="Times New Roman"/>
          <w:b/>
          <w:bCs/>
          <w:sz w:val="24"/>
          <w:szCs w:val="24"/>
        </w:rPr>
        <w:t>/7/</w:t>
      </w:r>
      <w:r w:rsidRPr="00FF46E4">
        <w:rPr>
          <w:rFonts w:ascii="Times New Roman" w:hAnsi="Times New Roman"/>
          <w:b/>
          <w:bCs/>
          <w:sz w:val="24"/>
          <w:szCs w:val="24"/>
        </w:rPr>
        <w:t>202</w:t>
      </w:r>
      <w:r w:rsidR="00FF46E4" w:rsidRPr="00FF46E4">
        <w:rPr>
          <w:rFonts w:ascii="Times New Roman" w:hAnsi="Times New Roman"/>
          <w:b/>
          <w:bCs/>
          <w:sz w:val="24"/>
          <w:szCs w:val="24"/>
        </w:rPr>
        <w:t>3</w:t>
      </w:r>
    </w:p>
    <w:p w14:paraId="0756656A" w14:textId="77777777" w:rsidR="00E75CA0" w:rsidRPr="00580022" w:rsidRDefault="00E75CA0" w:rsidP="00E75CA0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187D4DE1" w14:textId="77777777" w:rsidR="00E75CA0" w:rsidRPr="00580022" w:rsidRDefault="00E75CA0" w:rsidP="00E75CA0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1A217753" w14:textId="77777777" w:rsidR="00E75CA0" w:rsidRDefault="00E75CA0" w:rsidP="00E75CA0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3135512E" w14:textId="77777777" w:rsidR="00E75CA0" w:rsidRPr="00580022" w:rsidRDefault="00E75CA0" w:rsidP="00E75CA0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65780C61" w14:textId="77777777" w:rsidR="00E75CA0" w:rsidRPr="00580022" w:rsidRDefault="00E75CA0" w:rsidP="00E75CA0">
      <w:pPr>
        <w:tabs>
          <w:tab w:val="center" w:pos="170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0022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………………………………</w:t>
      </w:r>
    </w:p>
    <w:p w14:paraId="497FC7B2" w14:textId="77777777" w:rsidR="00E75CA0" w:rsidRPr="00580022" w:rsidRDefault="00E75CA0" w:rsidP="00E75CA0">
      <w:pPr>
        <w:tabs>
          <w:tab w:val="center" w:pos="1701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580022">
        <w:rPr>
          <w:rFonts w:ascii="Times New Roman" w:eastAsia="Times New Roman" w:hAnsi="Times New Roman"/>
          <w:sz w:val="24"/>
          <w:szCs w:val="24"/>
          <w:lang w:eastAsia="pl-PL"/>
        </w:rPr>
        <w:tab/>
        <w:t>(Pieczęć Wykonawcy)</w:t>
      </w:r>
    </w:p>
    <w:p w14:paraId="461CC511" w14:textId="77777777" w:rsidR="00E75CA0" w:rsidRPr="00580022" w:rsidRDefault="00E75CA0" w:rsidP="00E75C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E9B72A" w14:textId="77777777" w:rsidR="006003AA" w:rsidRDefault="006003AA" w:rsidP="00E75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C0E901" w14:textId="10C33C37" w:rsidR="00E75CA0" w:rsidRPr="00580022" w:rsidRDefault="00E75CA0" w:rsidP="00E75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0022">
        <w:rPr>
          <w:rFonts w:ascii="Times New Roman" w:hAnsi="Times New Roman"/>
          <w:b/>
          <w:sz w:val="24"/>
          <w:szCs w:val="24"/>
        </w:rPr>
        <w:t>OŚWIADCZENIE</w:t>
      </w:r>
    </w:p>
    <w:p w14:paraId="7BB79E4E" w14:textId="77777777" w:rsidR="00E75CA0" w:rsidRPr="00580022" w:rsidRDefault="00E75CA0" w:rsidP="00E75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0022">
        <w:rPr>
          <w:rFonts w:ascii="Times New Roman" w:hAnsi="Times New Roman"/>
          <w:b/>
          <w:sz w:val="24"/>
          <w:szCs w:val="24"/>
        </w:rPr>
        <w:t>O SPEŁNIANIU WARUNKÓW UDZIAŁU W POSTĘPOWANIU</w:t>
      </w:r>
    </w:p>
    <w:p w14:paraId="4E411976" w14:textId="77777777" w:rsidR="00E75CA0" w:rsidRPr="00580022" w:rsidRDefault="00E75CA0" w:rsidP="00E75C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CD0ADB" w14:textId="44EE0269" w:rsidR="00E75CA0" w:rsidRPr="00FF46E4" w:rsidRDefault="00E75CA0" w:rsidP="00FF46E4">
      <w:pPr>
        <w:jc w:val="both"/>
        <w:rPr>
          <w:rFonts w:ascii="Times New Roman" w:hAnsi="Times New Roman"/>
          <w:sz w:val="24"/>
          <w:szCs w:val="24"/>
        </w:rPr>
      </w:pPr>
      <w:r w:rsidRPr="00580022">
        <w:rPr>
          <w:rFonts w:ascii="Times New Roman" w:hAnsi="Times New Roman"/>
          <w:sz w:val="24"/>
          <w:szCs w:val="24"/>
        </w:rPr>
        <w:t xml:space="preserve">Składając ofertę w postępowaniu o udzielenie zamówienie </w:t>
      </w:r>
      <w:r w:rsidRPr="00580022">
        <w:rPr>
          <w:rFonts w:ascii="Times New Roman" w:hAnsi="Times New Roman"/>
          <w:sz w:val="24"/>
          <w:szCs w:val="24"/>
          <w:lang w:val="pl"/>
        </w:rPr>
        <w:t xml:space="preserve">prowadzonego pod nazwą: </w:t>
      </w:r>
      <w:bookmarkStart w:id="0" w:name="_Hlk74310832"/>
      <w:r w:rsidR="006003AA" w:rsidRPr="00B649A5">
        <w:rPr>
          <w:rFonts w:asciiTheme="minorHAnsi" w:eastAsia="Open Sans" w:hAnsiTheme="minorHAnsi" w:cstheme="minorHAnsi"/>
          <w:b/>
          <w:bCs/>
          <w:sz w:val="24"/>
          <w:szCs w:val="24"/>
        </w:rPr>
        <w:t xml:space="preserve">„Organizacji wydarzenia Demo Day odbywającego się hybrydowo – stacjonarnie </w:t>
      </w:r>
      <w:r w:rsidR="006003AA" w:rsidRPr="00B649A5">
        <w:rPr>
          <w:rFonts w:asciiTheme="minorHAnsi" w:hAnsiTheme="minorHAnsi" w:cstheme="minorHAnsi"/>
          <w:b/>
          <w:bCs/>
          <w:sz w:val="24"/>
          <w:szCs w:val="24"/>
        </w:rPr>
        <w:t>(Wydłużenie Czasu realizacji Projektu</w:t>
      </w:r>
      <w:r w:rsidR="00FF46E4">
        <w:rPr>
          <w:rFonts w:asciiTheme="minorHAnsi" w:hAnsiTheme="minorHAnsi" w:cstheme="minorHAnsi"/>
          <w:b/>
          <w:bCs/>
          <w:sz w:val="24"/>
          <w:szCs w:val="24"/>
        </w:rPr>
        <w:t xml:space="preserve"> 2023</w:t>
      </w:r>
      <w:r w:rsidR="006003AA" w:rsidRPr="00B649A5">
        <w:rPr>
          <w:rFonts w:asciiTheme="minorHAnsi" w:hAnsiTheme="minorHAnsi" w:cstheme="minorHAnsi"/>
          <w:b/>
          <w:bCs/>
          <w:sz w:val="24"/>
          <w:szCs w:val="24"/>
        </w:rPr>
        <w:t>)”</w:t>
      </w:r>
      <w:r w:rsidR="006003A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End w:id="0"/>
      <w:r w:rsidRPr="00580022">
        <w:rPr>
          <w:rFonts w:ascii="Times New Roman" w:hAnsi="Times New Roman"/>
          <w:sz w:val="24"/>
          <w:szCs w:val="24"/>
        </w:rPr>
        <w:t>w ramach realizacji projektu Platforma Startowa ”Wschodni Akcelerator Biznesu”</w:t>
      </w:r>
      <w:r w:rsidR="00FF46E4">
        <w:rPr>
          <w:rFonts w:ascii="Times New Roman" w:hAnsi="Times New Roman"/>
          <w:sz w:val="24"/>
          <w:szCs w:val="24"/>
        </w:rPr>
        <w:t xml:space="preserve"> o</w:t>
      </w:r>
      <w:r w:rsidRPr="00580022">
        <w:rPr>
          <w:rFonts w:ascii="Times New Roman" w:hAnsi="Times New Roman"/>
          <w:sz w:val="24"/>
          <w:szCs w:val="24"/>
        </w:rPr>
        <w:t>świadczam</w:t>
      </w:r>
      <w:r w:rsidR="008B7E87">
        <w:rPr>
          <w:rFonts w:ascii="Times New Roman" w:hAnsi="Times New Roman"/>
          <w:sz w:val="24"/>
          <w:szCs w:val="24"/>
        </w:rPr>
        <w:t>y</w:t>
      </w:r>
      <w:r w:rsidRPr="00580022">
        <w:rPr>
          <w:rFonts w:ascii="Times New Roman" w:hAnsi="Times New Roman"/>
          <w:sz w:val="24"/>
          <w:szCs w:val="24"/>
        </w:rPr>
        <w:t>, że spełniam</w:t>
      </w:r>
      <w:r>
        <w:rPr>
          <w:rFonts w:ascii="Times New Roman" w:hAnsi="Times New Roman"/>
          <w:sz w:val="24"/>
          <w:szCs w:val="24"/>
        </w:rPr>
        <w:t>y</w:t>
      </w:r>
      <w:r w:rsidRPr="00580022">
        <w:rPr>
          <w:rFonts w:ascii="Times New Roman" w:hAnsi="Times New Roman"/>
          <w:sz w:val="24"/>
          <w:szCs w:val="24"/>
        </w:rPr>
        <w:t xml:space="preserve"> przewidziane w treści Zapytania ofertowego </w:t>
      </w:r>
      <w:r w:rsidR="006003AA">
        <w:rPr>
          <w:rFonts w:ascii="Times New Roman" w:hAnsi="Times New Roman"/>
          <w:sz w:val="24"/>
          <w:szCs w:val="24"/>
        </w:rPr>
        <w:t>ZP/7/202</w:t>
      </w:r>
      <w:r w:rsidR="00FF46E4">
        <w:rPr>
          <w:rFonts w:ascii="Times New Roman" w:hAnsi="Times New Roman"/>
          <w:sz w:val="24"/>
          <w:szCs w:val="24"/>
        </w:rPr>
        <w:t xml:space="preserve">3 </w:t>
      </w:r>
      <w:r w:rsidRPr="00580022">
        <w:rPr>
          <w:rFonts w:ascii="Times New Roman" w:hAnsi="Times New Roman"/>
          <w:sz w:val="24"/>
          <w:szCs w:val="24"/>
        </w:rPr>
        <w:t>warunki dotyczące</w:t>
      </w:r>
      <w:r w:rsidR="00FF46E4">
        <w:rPr>
          <w:rFonts w:ascii="Times New Roman" w:hAnsi="Times New Roman"/>
          <w:sz w:val="24"/>
          <w:szCs w:val="24"/>
        </w:rPr>
        <w:t xml:space="preserve"> </w:t>
      </w:r>
      <w:r w:rsidRPr="00580022">
        <w:rPr>
          <w:rFonts w:ascii="Times New Roman" w:hAnsi="Times New Roman"/>
          <w:sz w:val="24"/>
          <w:szCs w:val="24"/>
        </w:rPr>
        <w:t>posiadania wiedzy i doświadczenia</w:t>
      </w:r>
      <w:r w:rsidR="00FF46E4">
        <w:rPr>
          <w:rFonts w:ascii="Times New Roman" w:hAnsi="Times New Roman"/>
          <w:sz w:val="24"/>
          <w:szCs w:val="24"/>
        </w:rPr>
        <w:t>, tj.</w:t>
      </w:r>
      <w:r w:rsidRPr="00FF46E4">
        <w:rPr>
          <w:rFonts w:ascii="Times New Roman" w:hAnsi="Times New Roman"/>
          <w:sz w:val="24"/>
          <w:szCs w:val="24"/>
        </w:rPr>
        <w:t xml:space="preserve">  w przeciągu 3 lat przed terminem składania ofert, a jeśli okres działalności jest krótszy, to w tym okresie, </w:t>
      </w:r>
      <w:r w:rsidR="009A159B" w:rsidRPr="00FF46E4">
        <w:rPr>
          <w:rFonts w:ascii="Times New Roman" w:hAnsi="Times New Roman"/>
          <w:sz w:val="24"/>
          <w:szCs w:val="24"/>
        </w:rPr>
        <w:t xml:space="preserve">należycie zrealizowaliśmy co najmniej 2 wydarzenia online/stacjonarnie ( w tym Streaming) o tematyce tożsamej z przedmiotem zamówienia o wartości co najmniej </w:t>
      </w:r>
      <w:r w:rsidR="00FF46E4" w:rsidRPr="00FF46E4">
        <w:rPr>
          <w:rFonts w:ascii="Times New Roman" w:hAnsi="Times New Roman"/>
          <w:sz w:val="24"/>
          <w:szCs w:val="24"/>
        </w:rPr>
        <w:t>20</w:t>
      </w:r>
      <w:r w:rsidR="009A159B" w:rsidRPr="00FF46E4">
        <w:rPr>
          <w:rFonts w:ascii="Times New Roman" w:hAnsi="Times New Roman"/>
          <w:sz w:val="24"/>
          <w:szCs w:val="24"/>
        </w:rPr>
        <w:t>.000</w:t>
      </w:r>
      <w:r w:rsidR="00FF46E4" w:rsidRPr="00FF46E4">
        <w:rPr>
          <w:rFonts w:ascii="Times New Roman" w:hAnsi="Times New Roman"/>
          <w:sz w:val="24"/>
          <w:szCs w:val="24"/>
        </w:rPr>
        <w:t>,00</w:t>
      </w:r>
      <w:r w:rsidR="009A159B" w:rsidRPr="00FF46E4">
        <w:rPr>
          <w:rFonts w:ascii="Times New Roman" w:hAnsi="Times New Roman"/>
          <w:sz w:val="24"/>
          <w:szCs w:val="24"/>
        </w:rPr>
        <w:t xml:space="preserve"> zł brutto każde.</w:t>
      </w:r>
    </w:p>
    <w:p w14:paraId="3126278F" w14:textId="77777777" w:rsidR="00E75CA0" w:rsidRDefault="00E75CA0" w:rsidP="00FF4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C8750A" w14:textId="77777777" w:rsidR="00E75CA0" w:rsidRDefault="00E75CA0" w:rsidP="00E75C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3EBD2C" w14:textId="77777777" w:rsidR="00E75CA0" w:rsidRPr="00580022" w:rsidRDefault="00E75CA0" w:rsidP="00E75C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EC3832" w14:textId="77777777" w:rsidR="00E75CA0" w:rsidRPr="00580022" w:rsidRDefault="00E75CA0" w:rsidP="00E75CA0">
      <w:pPr>
        <w:tabs>
          <w:tab w:val="center" w:pos="19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80022">
        <w:rPr>
          <w:rFonts w:ascii="Times New Roman" w:hAnsi="Times New Roman"/>
          <w:sz w:val="24"/>
          <w:szCs w:val="24"/>
        </w:rPr>
        <w:tab/>
        <w:t>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</w:p>
    <w:p w14:paraId="0634AFA2" w14:textId="77777777" w:rsidR="00E75CA0" w:rsidRPr="00580022" w:rsidRDefault="00E75CA0" w:rsidP="00E75CA0">
      <w:pPr>
        <w:tabs>
          <w:tab w:val="center" w:pos="19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80022">
        <w:rPr>
          <w:rFonts w:ascii="Times New Roman" w:hAnsi="Times New Roman"/>
          <w:sz w:val="24"/>
          <w:szCs w:val="24"/>
        </w:rPr>
        <w:tab/>
        <w:t>(miejscowość, data)</w:t>
      </w:r>
    </w:p>
    <w:p w14:paraId="2E4288AF" w14:textId="77777777" w:rsidR="00E75CA0" w:rsidRPr="00580022" w:rsidRDefault="00E75CA0" w:rsidP="00E75CA0">
      <w:pPr>
        <w:tabs>
          <w:tab w:val="center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80022">
        <w:rPr>
          <w:rFonts w:ascii="Times New Roman" w:hAnsi="Times New Roman"/>
          <w:sz w:val="24"/>
          <w:szCs w:val="24"/>
        </w:rPr>
        <w:tab/>
        <w:t>...........................................................</w:t>
      </w:r>
    </w:p>
    <w:p w14:paraId="49826935" w14:textId="77777777" w:rsidR="00E75CA0" w:rsidRPr="00580022" w:rsidRDefault="00E75CA0" w:rsidP="00E75CA0">
      <w:pPr>
        <w:tabs>
          <w:tab w:val="center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80022">
        <w:rPr>
          <w:rFonts w:ascii="Times New Roman" w:hAnsi="Times New Roman"/>
          <w:sz w:val="24"/>
          <w:szCs w:val="24"/>
        </w:rPr>
        <w:tab/>
        <w:t>(Podpis osoby uprawnionej)</w:t>
      </w:r>
    </w:p>
    <w:p w14:paraId="2B0AE29C" w14:textId="77777777" w:rsidR="00D5570A" w:rsidRPr="00ED671B" w:rsidRDefault="00D5570A" w:rsidP="00ED671B"/>
    <w:sectPr w:rsidR="00D5570A" w:rsidRPr="00ED671B" w:rsidSect="00BE30DC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9588C" w14:textId="77777777" w:rsidR="00432741" w:rsidRDefault="00432741" w:rsidP="00F2207A">
      <w:pPr>
        <w:spacing w:after="0" w:line="240" w:lineRule="auto"/>
      </w:pPr>
      <w:r>
        <w:separator/>
      </w:r>
    </w:p>
  </w:endnote>
  <w:endnote w:type="continuationSeparator" w:id="0">
    <w:p w14:paraId="7923B668" w14:textId="77777777" w:rsidR="00432741" w:rsidRDefault="00432741" w:rsidP="00F22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56792" w14:textId="77777777" w:rsidR="00D5570A" w:rsidRDefault="00D5570A" w:rsidP="00F2207A">
    <w:pPr>
      <w:pStyle w:val="Stopka"/>
      <w:tabs>
        <w:tab w:val="clear" w:pos="9072"/>
      </w:tabs>
      <w:ind w:left="-1417" w:right="-1417"/>
      <w:jc w:val="center"/>
    </w:pPr>
  </w:p>
  <w:p w14:paraId="47733B75" w14:textId="77777777" w:rsidR="00F2207A" w:rsidRDefault="00F2207A" w:rsidP="00F2207A">
    <w:pPr>
      <w:pStyle w:val="Stopka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65C0875C" wp14:editId="2615B7B5">
          <wp:extent cx="6765131" cy="520739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6271" cy="549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2DCBA" w14:textId="77777777" w:rsidR="00432741" w:rsidRDefault="00432741" w:rsidP="00F2207A">
      <w:pPr>
        <w:spacing w:after="0" w:line="240" w:lineRule="auto"/>
      </w:pPr>
      <w:r>
        <w:separator/>
      </w:r>
    </w:p>
  </w:footnote>
  <w:footnote w:type="continuationSeparator" w:id="0">
    <w:p w14:paraId="5DDF2CE9" w14:textId="77777777" w:rsidR="00432741" w:rsidRDefault="00432741" w:rsidP="00F22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0E231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2B51FB65" wp14:editId="03260CAA">
          <wp:extent cx="6579394" cy="65243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0561" cy="68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923A8E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  <w:p w14:paraId="08DD41BD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169"/>
    <w:multiLevelType w:val="hybridMultilevel"/>
    <w:tmpl w:val="F34EAB08"/>
    <w:lvl w:ilvl="0" w:tplc="9AE245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B04D5"/>
    <w:multiLevelType w:val="hybridMultilevel"/>
    <w:tmpl w:val="7B12F454"/>
    <w:lvl w:ilvl="0" w:tplc="A4DAC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B6CCB"/>
    <w:multiLevelType w:val="hybridMultilevel"/>
    <w:tmpl w:val="A1CE0964"/>
    <w:lvl w:ilvl="0" w:tplc="955EA4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82D29"/>
    <w:multiLevelType w:val="hybridMultilevel"/>
    <w:tmpl w:val="781082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75CFC"/>
    <w:multiLevelType w:val="multilevel"/>
    <w:tmpl w:val="1854A0A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657F7C29"/>
    <w:multiLevelType w:val="hybridMultilevel"/>
    <w:tmpl w:val="7B12F454"/>
    <w:lvl w:ilvl="0" w:tplc="A4DAC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F1DE9"/>
    <w:multiLevelType w:val="hybridMultilevel"/>
    <w:tmpl w:val="467A1D18"/>
    <w:lvl w:ilvl="0" w:tplc="7EC4A42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E558B"/>
    <w:multiLevelType w:val="hybridMultilevel"/>
    <w:tmpl w:val="29087A8A"/>
    <w:lvl w:ilvl="0" w:tplc="9B7A33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AC0A61"/>
    <w:multiLevelType w:val="hybridMultilevel"/>
    <w:tmpl w:val="7A628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202550">
    <w:abstractNumId w:val="1"/>
  </w:num>
  <w:num w:numId="2" w16cid:durableId="110175184">
    <w:abstractNumId w:val="8"/>
  </w:num>
  <w:num w:numId="3" w16cid:durableId="51075854">
    <w:abstractNumId w:val="5"/>
  </w:num>
  <w:num w:numId="4" w16cid:durableId="352927570">
    <w:abstractNumId w:val="7"/>
  </w:num>
  <w:num w:numId="5" w16cid:durableId="295532962">
    <w:abstractNumId w:val="6"/>
  </w:num>
  <w:num w:numId="6" w16cid:durableId="1920675559">
    <w:abstractNumId w:val="3"/>
  </w:num>
  <w:num w:numId="7" w16cid:durableId="1895386663">
    <w:abstractNumId w:val="0"/>
  </w:num>
  <w:num w:numId="8" w16cid:durableId="15678845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78365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2109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A0"/>
    <w:rsid w:val="00002AD7"/>
    <w:rsid w:val="001A6F44"/>
    <w:rsid w:val="001C3CCC"/>
    <w:rsid w:val="001C6D98"/>
    <w:rsid w:val="0029676A"/>
    <w:rsid w:val="003350CD"/>
    <w:rsid w:val="00373F51"/>
    <w:rsid w:val="003B1971"/>
    <w:rsid w:val="0040458A"/>
    <w:rsid w:val="00432741"/>
    <w:rsid w:val="00546D65"/>
    <w:rsid w:val="005E41EB"/>
    <w:rsid w:val="006003AA"/>
    <w:rsid w:val="008709F0"/>
    <w:rsid w:val="008B0246"/>
    <w:rsid w:val="008B7E87"/>
    <w:rsid w:val="009A159B"/>
    <w:rsid w:val="009E57B0"/>
    <w:rsid w:val="00A90EC4"/>
    <w:rsid w:val="00BC2CD0"/>
    <w:rsid w:val="00BE30DC"/>
    <w:rsid w:val="00D5570A"/>
    <w:rsid w:val="00E75CA0"/>
    <w:rsid w:val="00ED671B"/>
    <w:rsid w:val="00F2207A"/>
    <w:rsid w:val="00FB59D7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96D00"/>
  <w15:chartTrackingRefBased/>
  <w15:docId w15:val="{DF19CA7E-BB5C-4AEF-85F8-5406AB10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C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07A"/>
  </w:style>
  <w:style w:type="paragraph" w:styleId="Stopka">
    <w:name w:val="footer"/>
    <w:basedOn w:val="Normalny"/>
    <w:link w:val="Stopka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07A"/>
  </w:style>
  <w:style w:type="paragraph" w:styleId="Akapitzlist">
    <w:name w:val="List Paragraph"/>
    <w:aliases w:val="Punkt 1.1,Wypunktowanie,Odstavec"/>
    <w:basedOn w:val="Normalny"/>
    <w:link w:val="AkapitzlistZnak"/>
    <w:uiPriority w:val="34"/>
    <w:qFormat/>
    <w:rsid w:val="00F2207A"/>
    <w:pPr>
      <w:ind w:left="720"/>
      <w:contextualSpacing/>
    </w:pPr>
    <w:rPr>
      <w:rFonts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F2207A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,Wypunktowanie Znak,Odstavec Znak"/>
    <w:link w:val="Akapitzlist"/>
    <w:uiPriority w:val="34"/>
    <w:locked/>
    <w:rsid w:val="00F2207A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39"/>
    <w:rsid w:val="00F220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NT\Szablon%20PPN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PPNT</Template>
  <TotalTime>5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Monika</cp:lastModifiedBy>
  <cp:revision>5</cp:revision>
  <dcterms:created xsi:type="dcterms:W3CDTF">2020-08-31T20:10:00Z</dcterms:created>
  <dcterms:modified xsi:type="dcterms:W3CDTF">2023-02-01T11:07:00Z</dcterms:modified>
</cp:coreProperties>
</file>